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A0" w:rsidRPr="0033475C" w:rsidRDefault="00A240AE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A240AE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A240AE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Pan </w:t>
      </w:r>
    </w:p>
    <w:p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Jacek Paziewski </w:t>
      </w:r>
    </w:p>
    <w:p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:rsidR="00700426" w:rsidRPr="005B1ECB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</w:p>
    <w:p w:rsidR="00700426" w:rsidRPr="005B1ECB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  <w:r w:rsidRPr="005B1ECB">
        <w:rPr>
          <w:rStyle w:val="normaltextrun"/>
          <w:rFonts w:ascii="Calibri" w:hAnsi="Calibri" w:cs="Calibri"/>
          <w:i/>
          <w:sz w:val="22"/>
          <w:szCs w:val="22"/>
        </w:rPr>
        <w:t>Szanowny Panie Sekretarzu,</w:t>
      </w:r>
    </w:p>
    <w:p w:rsidR="00700426" w:rsidRPr="005B1ECB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5B1ECB">
        <w:rPr>
          <w:rStyle w:val="normaltextrun"/>
          <w:rFonts w:ascii="Calibri" w:hAnsi="Calibri" w:cs="Calibri"/>
          <w:sz w:val="22"/>
          <w:szCs w:val="22"/>
        </w:rPr>
        <w:t xml:space="preserve">w załączeniu przekazuję raport z postępu rzeczowo-finansowego projektu informatycznego </w:t>
      </w:r>
      <w:r>
        <w:rPr>
          <w:rStyle w:val="normaltextrun"/>
          <w:rFonts w:ascii="Calibri" w:hAnsi="Calibri" w:cs="Calibri"/>
          <w:sz w:val="22"/>
          <w:szCs w:val="22"/>
        </w:rPr>
        <w:t>pn. </w:t>
      </w:r>
      <w:r w:rsidRPr="005B1ECB">
        <w:rPr>
          <w:rStyle w:val="normaltextrun"/>
          <w:rFonts w:ascii="Calibri" w:hAnsi="Calibri" w:cs="Calibri"/>
          <w:sz w:val="22"/>
          <w:szCs w:val="22"/>
        </w:rPr>
        <w:t>Cyfrowa Piaskownica Administracji za I</w:t>
      </w:r>
      <w:r>
        <w:rPr>
          <w:rStyle w:val="normaltextrun"/>
          <w:rFonts w:ascii="Calibri" w:hAnsi="Calibri" w:cs="Calibri"/>
          <w:sz w:val="22"/>
          <w:szCs w:val="22"/>
        </w:rPr>
        <w:t>V</w:t>
      </w:r>
      <w:r w:rsidRPr="005B1ECB">
        <w:rPr>
          <w:rStyle w:val="normaltextrun"/>
          <w:rFonts w:ascii="Calibri" w:hAnsi="Calibri" w:cs="Calibri"/>
          <w:sz w:val="22"/>
          <w:szCs w:val="22"/>
        </w:rPr>
        <w:t xml:space="preserve"> kwartał 2020 r. </w:t>
      </w:r>
    </w:p>
    <w:p w:rsidR="00700426" w:rsidRPr="005B1ECB" w:rsidRDefault="00700426" w:rsidP="00700426">
      <w:pPr>
        <w:pStyle w:val="paragraph"/>
        <w:ind w:left="5655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:rsidR="00700426" w:rsidRPr="00105CBF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>Raport z postępu rzeczowo-finansowego projektu informatycznego za I</w:t>
      </w:r>
      <w:r>
        <w:rPr>
          <w:rStyle w:val="normaltextrun"/>
          <w:rFonts w:ascii="Calibri" w:hAnsi="Calibri" w:cs="Calibri"/>
          <w:sz w:val="18"/>
          <w:szCs w:val="18"/>
        </w:rPr>
        <w:t>V</w:t>
      </w: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 kwartał 2020 roku dla projektu pn. Cyfrowa Piaskownica Administracji</w:t>
      </w:r>
    </w:p>
    <w:p w:rsidR="00700426" w:rsidRPr="00105CBF" w:rsidRDefault="00700426" w:rsidP="00700426">
      <w:pPr>
        <w:ind w:left="3969"/>
        <w:rPr>
          <w:rFonts w:ascii="Calibri" w:hAnsi="Calibri"/>
          <w:sz w:val="18"/>
          <w:szCs w:val="18"/>
        </w:rPr>
      </w:pPr>
    </w:p>
    <w:p w:rsidR="000A71A0" w:rsidRPr="0033475C" w:rsidRDefault="00A240AE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sectPr w:rsidR="000A71A0" w:rsidRPr="0033475C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0AE" w:rsidRDefault="00A240AE">
      <w:r>
        <w:separator/>
      </w:r>
    </w:p>
  </w:endnote>
  <w:endnote w:type="continuationSeparator" w:id="0">
    <w:p w:rsidR="00A240AE" w:rsidRDefault="00A2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14" w:rsidRDefault="00D426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0AE" w:rsidRDefault="00A240AE">
      <w:r>
        <w:separator/>
      </w:r>
    </w:p>
  </w:footnote>
  <w:footnote w:type="continuationSeparator" w:id="0">
    <w:p w:rsidR="00A240AE" w:rsidRDefault="00A24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14" w:rsidRDefault="00D426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14" w:rsidRDefault="00D426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A240AE" w:rsidP="007018D3">
    <w:pPr>
      <w:pStyle w:val="Nagwek"/>
      <w:jc w:val="right"/>
    </w:pPr>
  </w:p>
  <w:p w:rsidR="007018D3" w:rsidRDefault="00A240AE" w:rsidP="007018D3">
    <w:pPr>
      <w:pStyle w:val="Nagwek"/>
      <w:jc w:val="right"/>
    </w:pPr>
  </w:p>
  <w:p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A240A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A240A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700426"/>
    <w:rsid w:val="00A240AE"/>
    <w:rsid w:val="00B0695A"/>
    <w:rsid w:val="00D42614"/>
    <w:rsid w:val="00E4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Sochacka Joanna</cp:lastModifiedBy>
  <cp:revision>2</cp:revision>
  <dcterms:created xsi:type="dcterms:W3CDTF">2021-01-15T08:22:00Z</dcterms:created>
  <dcterms:modified xsi:type="dcterms:W3CDTF">2021-01-15T08:22:00Z</dcterms:modified>
</cp:coreProperties>
</file>